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C9269F7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CC14B4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6913E9E9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CC14B4">
        <w:rPr>
          <w:rFonts w:ascii="Corbel" w:hAnsi="Corbel"/>
          <w:sz w:val="24"/>
          <w:szCs w:val="24"/>
        </w:rPr>
        <w:t>0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CC14B4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DAE62CB" w:rsidR="0085747A" w:rsidRPr="00EE525A" w:rsidRDefault="00B91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E525A" w:rsidRPr="00EE525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E525A">
        <w:rPr>
          <w:rFonts w:ascii="Corbel" w:hAnsi="Corbel"/>
          <w:sz w:val="24"/>
          <w:szCs w:val="24"/>
        </w:rPr>
        <w:t>ECTS</w:t>
      </w:r>
      <w:proofErr w:type="spellEnd"/>
      <w:r w:rsidRPr="00EE525A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E525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056E9E0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 w:rsidR="00D0126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1" w:name="_Hlk57004889"/>
    </w:p>
    <w:bookmarkEnd w:id="1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Charakterystyka obszarów zastosowań oraz uzyskiwanych efektów </w:t>
            </w:r>
            <w:proofErr w:type="spellStart"/>
            <w:r w:rsidRPr="00EE525A">
              <w:rPr>
                <w:rFonts w:ascii="Corbel" w:hAnsi="Corbel"/>
                <w:b w:val="0"/>
                <w:sz w:val="24"/>
                <w:szCs w:val="24"/>
              </w:rPr>
              <w:t>CSR</w:t>
            </w:r>
            <w:proofErr w:type="spellEnd"/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CSR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CSR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730F4E20" w14:textId="77777777" w:rsidR="00612921" w:rsidRPr="00EE525A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290C09FE" w:rsidR="0085747A" w:rsidRPr="00EE525A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6F786D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E525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E525A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525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525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E525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083D6FCE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 w:rsidR="00D01262">
              <w:rPr>
                <w:rFonts w:ascii="Corbel" w:hAnsi="Corbel"/>
                <w:sz w:val="24"/>
                <w:szCs w:val="24"/>
              </w:rPr>
              <w:t>2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525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172C7B34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</w:t>
            </w:r>
            <w:r w:rsidR="00D01262">
              <w:rPr>
                <w:rFonts w:ascii="Corbel" w:hAnsi="Corbel"/>
                <w:sz w:val="24"/>
                <w:szCs w:val="24"/>
              </w:rPr>
              <w:t>6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E525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E525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0F2B9B2" w14:textId="7C118B3B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 2017.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948B2E" w14:textId="654D9919" w:rsidR="00AF5927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Piskalski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G., Społeczna odpowiedzialność biznesu w polskich realiach: teoria i praktyka: Raport z monitoringu społecznej odpowiedzialności największych polskich firm, Fundacja Centrum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CSR.PL, Warszawa 2015.</w:t>
            </w:r>
          </w:p>
          <w:p w14:paraId="1F17CF12" w14:textId="3C5F1488" w:rsidR="0085747A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3FF7E" w14:textId="77777777" w:rsidR="00922ABC" w:rsidRDefault="00922ABC" w:rsidP="00C16ABF">
      <w:pPr>
        <w:spacing w:after="0" w:line="240" w:lineRule="auto"/>
      </w:pPr>
      <w:r>
        <w:separator/>
      </w:r>
    </w:p>
  </w:endnote>
  <w:endnote w:type="continuationSeparator" w:id="0">
    <w:p w14:paraId="31E5572B" w14:textId="77777777" w:rsidR="00922ABC" w:rsidRDefault="00922A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D37FC" w14:textId="77777777" w:rsidR="00922ABC" w:rsidRDefault="00922ABC" w:rsidP="00C16ABF">
      <w:pPr>
        <w:spacing w:after="0" w:line="240" w:lineRule="auto"/>
      </w:pPr>
      <w:r>
        <w:separator/>
      </w:r>
    </w:p>
  </w:footnote>
  <w:footnote w:type="continuationSeparator" w:id="0">
    <w:p w14:paraId="6864686E" w14:textId="77777777" w:rsidR="00922ABC" w:rsidRDefault="00922AB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FAF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C1"/>
    <w:rsid w:val="008F6E29"/>
    <w:rsid w:val="0091264C"/>
    <w:rsid w:val="00916188"/>
    <w:rsid w:val="00922ABC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9101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C14B4"/>
    <w:rsid w:val="00CD6897"/>
    <w:rsid w:val="00CE5BAC"/>
    <w:rsid w:val="00CF25BE"/>
    <w:rsid w:val="00CF78ED"/>
    <w:rsid w:val="00D01262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1E4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F83231-2935-4981-BB22-A9EEA7E2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2020-11-02T16:51:00Z</dcterms:created>
  <dcterms:modified xsi:type="dcterms:W3CDTF">2021-11-05T11:02:00Z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